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178FC62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6E4668" w:rsidRPr="006E4668">
        <w:rPr>
          <w:rFonts w:eastAsia="Times New Roman" w:cs="Times New Roman"/>
          <w:b/>
          <w:lang w:eastAsia="cs-CZ"/>
        </w:rPr>
        <w:t>„</w:t>
      </w:r>
      <w:r w:rsidR="006E4668" w:rsidRPr="006E4668">
        <w:rPr>
          <w:rFonts w:eastAsia="Times New Roman" w:cs="Times New Roman"/>
          <w:b/>
          <w:bCs/>
          <w:lang w:eastAsia="cs-CZ"/>
        </w:rPr>
        <w:t>Oprava mechanických částí kolejové váhy a výměna řídící elektronické jednotky v žst. Horní Dvořiště“</w:t>
      </w:r>
      <w:r w:rsidR="006E4668">
        <w:rPr>
          <w:rFonts w:eastAsia="Times New Roman" w:cs="Times New Roman"/>
          <w:b/>
          <w:lang w:eastAsia="cs-CZ"/>
        </w:rPr>
        <w:t xml:space="preserve">, </w:t>
      </w:r>
      <w:r w:rsidR="006E4668" w:rsidRPr="006E4668">
        <w:rPr>
          <w:rFonts w:eastAsia="Times New Roman" w:cs="Times New Roman"/>
          <w:bCs/>
          <w:lang w:eastAsia="cs-CZ"/>
        </w:rPr>
        <w:t>tím</w:t>
      </w:r>
      <w:r w:rsidRPr="006E4668">
        <w:rPr>
          <w:rFonts w:eastAsia="Times New Roman" w:cs="Times New Roman"/>
          <w:bCs/>
          <w:lang w:eastAsia="cs-CZ"/>
        </w:rPr>
        <w:t>to</w:t>
      </w:r>
      <w:r>
        <w:rPr>
          <w:rFonts w:eastAsia="Times New Roman" w:cs="Times New Roman"/>
          <w:lang w:eastAsia="cs-CZ"/>
        </w:rPr>
        <w:t xml:space="preserve">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6E4668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6E4668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A740A" w14:textId="77777777" w:rsidR="00FE2779" w:rsidRDefault="00FE27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CCCBF" w14:textId="60B59051" w:rsidR="00FE2779" w:rsidRDefault="006E4668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306E5BE1" wp14:editId="341288D0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139738980" name="Textové pole 6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F43EBD" w14:textId="3B17BB31" w:rsidR="006E4668" w:rsidRPr="006E4668" w:rsidRDefault="006E4668" w:rsidP="006E4668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6E4668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6E5BE1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alt="SŽ: Interní" style="position:absolute;left:0;text-align:left;margin-left:0;margin-top:0;width:38.9pt;height:30.35pt;z-index:25166438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3EF43EBD" w14:textId="3B17BB31" w:rsidR="006E4668" w:rsidRPr="006E4668" w:rsidRDefault="006E4668" w:rsidP="006E4668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6E4668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0BB2FB42" w:rsidR="00F1715C" w:rsidRPr="00B8518B" w:rsidRDefault="006E4668" w:rsidP="00523EA7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5408" behindDoc="0" locked="0" layoutInCell="1" allowOverlap="1" wp14:anchorId="6C5DC4BA" wp14:editId="5CC93FBD">
                    <wp:simplePos x="453542" y="416966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85445"/>
                    <wp:effectExtent l="0" t="0" r="1270" b="14605"/>
                    <wp:wrapNone/>
                    <wp:docPr id="1663319648" name="Textové pole 7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854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CD06712" w14:textId="120F0FCF" w:rsidR="006E4668" w:rsidRPr="006E4668" w:rsidRDefault="006E4668" w:rsidP="006E4668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6E4668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6C5DC4BA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7" o:spid="_x0000_s1027" type="#_x0000_t202" alt="SŽ: Interní" style="position:absolute;left:0;text-align:left;margin-left:0;margin-top:0;width:38.9pt;height:30.35pt;z-index:25166540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" filled="f" stroked="f">
                    <v:fill o:detectmouseclick="t"/>
                    <v:textbox style="mso-fit-shape-to-text:t" inset="0,15pt,0,0">
                      <w:txbxContent>
                        <w:p w14:paraId="6CD06712" w14:textId="120F0FCF" w:rsidR="006E4668" w:rsidRPr="006E4668" w:rsidRDefault="006E4668" w:rsidP="006E4668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6E4668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6CBDEB6" w:rsidR="00C715B9" w:rsidRDefault="006E4668">
    <w:pPr>
      <w:pStyle w:val="Zhlav"/>
      <w:rPr>
        <w:szCs w:val="22"/>
      </w:rPr>
    </w:pPr>
    <w:r>
      <w:rPr>
        <w:noProof/>
        <w:szCs w:val="22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562BAB95" wp14:editId="78F24320">
              <wp:simplePos x="1316736" y="380390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1014826895" name="Textové pole 5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B03A03" w14:textId="2AAE5CD5" w:rsidR="006E4668" w:rsidRPr="006E4668" w:rsidRDefault="006E4668" w:rsidP="006E4668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6E4668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2BAB95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8" type="#_x0000_t202" alt="SŽ: Interní" style="position:absolute;left:0;text-align:left;margin-left:0;margin-top:0;width:38.9pt;height:30.35pt;z-index:25166336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" filled="f" stroked="f">
              <v:fill o:detectmouseclick="t"/>
              <v:textbox style="mso-fit-shape-to-text:t" inset="0,15pt,0,0">
                <w:txbxContent>
                  <w:p w14:paraId="53B03A03" w14:textId="2AAE5CD5" w:rsidR="006E4668" w:rsidRPr="006E4668" w:rsidRDefault="006E4668" w:rsidP="006E4668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6E4668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715B9">
      <w:rPr>
        <w:szCs w:val="22"/>
      </w:rPr>
      <w:t xml:space="preserve">Příloha č. </w:t>
    </w:r>
    <w:r w:rsidR="00C715B9" w:rsidRPr="00986260">
      <w:rPr>
        <w:szCs w:val="22"/>
      </w:rPr>
      <w:t>1</w:t>
    </w:r>
    <w:r w:rsidR="00FE2779">
      <w:rPr>
        <w:szCs w:val="22"/>
      </w:rPr>
      <w:t>1</w:t>
    </w:r>
    <w:r w:rsidR="00C715B9">
      <w:rPr>
        <w:szCs w:val="22"/>
      </w:rPr>
      <w:t xml:space="preserve"> </w:t>
    </w:r>
    <w:r w:rsidR="00C715B9">
      <w:rPr>
        <w:lang w:eastAsia="cs-CZ"/>
      </w:rPr>
      <w:t>Výzvy k podání nabídek:</w:t>
    </w:r>
    <w:r w:rsidR="00C715B9"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6E4668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95EF6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B72819"/>
    <w:rsid w:val="00BE31C7"/>
    <w:rsid w:val="00C601C7"/>
    <w:rsid w:val="00C95EF6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65</TotalTime>
  <Pages>2</Pages>
  <Words>473</Words>
  <Characters>2793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Hniličková Hana, Bc.</cp:lastModifiedBy>
  <cp:revision>8</cp:revision>
  <cp:lastPrinted>2017-11-28T17:18:00Z</cp:lastPrinted>
  <dcterms:created xsi:type="dcterms:W3CDTF">2023-11-16T10:29:00Z</dcterms:created>
  <dcterms:modified xsi:type="dcterms:W3CDTF">2025-07-15T08:27:00Z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  <property fmtid="{D5CDD505-2E9C-101B-9397-08002B2CF9AE}" pid="4" name="ClassificationContentMarkingHeaderShapeIds">
    <vt:lpwstr>3c7d078f,8543f64,63243e60</vt:lpwstr>
  </property>
  <property fmtid="{D5CDD505-2E9C-101B-9397-08002B2CF9AE}" pid="5" name="ClassificationContentMarkingHeaderFontProps">
    <vt:lpwstr>#000000,7,Verdana</vt:lpwstr>
  </property>
  <property fmtid="{D5CDD505-2E9C-101B-9397-08002B2CF9AE}" pid="6" name="ClassificationContentMarkingHeaderText">
    <vt:lpwstr>SŽ: Interní</vt:lpwstr>
  </property>
</Properties>
</file>